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B" w:rsidRDefault="004F11FB" w:rsidP="004F11FB">
      <w:pPr>
        <w:pStyle w:val="Heading1"/>
      </w:pPr>
      <w:proofErr w:type="spellStart"/>
      <w:r>
        <w:rPr>
          <w:lang w:val="en-US"/>
        </w:rPr>
        <w:t>Fi</w:t>
      </w:r>
      <w:proofErr w:type="spellEnd"/>
      <w:r w:rsidR="00FD6EAA">
        <w:t>ș</w:t>
      </w:r>
      <w:r>
        <w:t>a 0</w:t>
      </w:r>
      <w:r w:rsidR="00B56B5F">
        <w:t>2</w:t>
      </w:r>
      <w:r>
        <w:t xml:space="preserve"> </w:t>
      </w:r>
      <w:r w:rsidR="0007470F">
        <w:t xml:space="preserve">web </w:t>
      </w:r>
      <w:r>
        <w:t xml:space="preserve">– </w:t>
      </w:r>
      <w:r w:rsidR="00B12812">
        <w:t>HTML</w:t>
      </w:r>
      <w:r w:rsidR="00B56B5F">
        <w:t>, elemente de bază</w:t>
      </w:r>
    </w:p>
    <w:p w:rsidR="00D2732D" w:rsidRDefault="00D2732D" w:rsidP="00D2732D">
      <w:pPr>
        <w:pStyle w:val="ListParagraph"/>
      </w:pPr>
      <w:r>
        <w:rPr>
          <w:b/>
        </w:rPr>
        <w:t>E</w:t>
      </w:r>
      <w:r w:rsidRPr="00D2732D">
        <w:rPr>
          <w:b/>
        </w:rPr>
        <w:t xml:space="preserve">lemente de tip bloc - </w:t>
      </w:r>
      <w:r w:rsidRPr="00D2732D">
        <w:t>acestea ocupă toată lă</w:t>
      </w:r>
      <w:r w:rsidR="00FD6EAA">
        <w:t>ț</w:t>
      </w:r>
      <w:r w:rsidRPr="00D2732D">
        <w:t>imea pe care o au la dispozi</w:t>
      </w:r>
      <w:r w:rsidR="00FD6EAA">
        <w:t>ț</w:t>
      </w:r>
      <w:r w:rsidRPr="00D2732D">
        <w:t>ie indiferent de lă</w:t>
      </w:r>
      <w:r w:rsidR="00FD6EAA">
        <w:t>ț</w:t>
      </w:r>
      <w:r w:rsidRPr="00D2732D">
        <w:t>imea con</w:t>
      </w:r>
      <w:r w:rsidR="00FD6EAA">
        <w:t>ț</w:t>
      </w:r>
      <w:r w:rsidRPr="00D2732D">
        <w:t xml:space="preserve">inutului lor. </w:t>
      </w:r>
      <w:r>
        <w:t>E</w:t>
      </w:r>
      <w:r w:rsidRPr="00D2732D">
        <w:t>le se vor afi</w:t>
      </w:r>
      <w:r w:rsidR="00FD6EAA">
        <w:t>ș</w:t>
      </w:r>
      <w:r w:rsidRPr="00D2732D">
        <w:t>a unul sub altul</w:t>
      </w:r>
      <w:r>
        <w:t xml:space="preserve"> chiar dacă în fi</w:t>
      </w:r>
      <w:r w:rsidR="00FD6EAA">
        <w:t>ș</w:t>
      </w:r>
      <w:r>
        <w:t xml:space="preserve">ierul </w:t>
      </w:r>
      <w:r w:rsidR="00FD6EAA">
        <w:t>HTML</w:t>
      </w:r>
      <w:r>
        <w:t xml:space="preserve"> sunt pe acela</w:t>
      </w:r>
      <w:r w:rsidR="00FD6EAA">
        <w:t>ș</w:t>
      </w:r>
      <w:r>
        <w:t>i rând</w:t>
      </w:r>
      <w:r w:rsidRPr="00D2732D">
        <w:t>.</w:t>
      </w:r>
    </w:p>
    <w:p w:rsidR="0007788B" w:rsidRDefault="009C60B6" w:rsidP="00524DEA">
      <w:pPr>
        <w:pStyle w:val="ListParagraph"/>
      </w:pPr>
      <w:r w:rsidRPr="00D2732D">
        <w:t xml:space="preserve"> </w:t>
      </w:r>
      <w:r w:rsidR="00524DEA">
        <w:rPr>
          <w:b/>
        </w:rPr>
        <w:t>E</w:t>
      </w:r>
      <w:r w:rsidR="00524DEA" w:rsidRPr="00524DEA">
        <w:rPr>
          <w:b/>
        </w:rPr>
        <w:t>lemente de tip inline</w:t>
      </w:r>
      <w:r w:rsidR="00524DEA">
        <w:t xml:space="preserve"> (tradus „în linie”</w:t>
      </w:r>
      <w:r w:rsidR="00524DEA" w:rsidRPr="00524DEA">
        <w:t>) - lă</w:t>
      </w:r>
      <w:r w:rsidR="00FD6EAA">
        <w:t>ț</w:t>
      </w:r>
      <w:r w:rsidR="00524DEA" w:rsidRPr="00524DEA">
        <w:t>imea acestor elemente se adaptează con</w:t>
      </w:r>
      <w:r w:rsidR="00FD6EAA">
        <w:t>ț</w:t>
      </w:r>
      <w:r w:rsidR="00524DEA" w:rsidRPr="00524DEA">
        <w:t xml:space="preserve">inutului lor. </w:t>
      </w:r>
      <w:r w:rsidR="00524DEA">
        <w:t>D</w:t>
      </w:r>
      <w:r w:rsidR="00524DEA" w:rsidRPr="00524DEA">
        <w:t>acă există spa</w:t>
      </w:r>
      <w:r w:rsidR="00FD6EAA">
        <w:t>ț</w:t>
      </w:r>
      <w:r w:rsidR="00524DEA" w:rsidRPr="00524DEA">
        <w:t>iu, se vor afi</w:t>
      </w:r>
      <w:r w:rsidR="00FD6EAA">
        <w:t>ș</w:t>
      </w:r>
      <w:r w:rsidR="00524DEA" w:rsidRPr="00524DEA">
        <w:t>a mai multe astfel de elemente pe acela</w:t>
      </w:r>
      <w:r w:rsidR="00FD6EAA">
        <w:t>ș</w:t>
      </w:r>
      <w:r w:rsidR="00524DEA" w:rsidRPr="00524DEA">
        <w:t>i rând chiar dacă</w:t>
      </w:r>
      <w:r w:rsidR="00524DEA">
        <w:t xml:space="preserve"> în fi</w:t>
      </w:r>
      <w:r w:rsidR="00FD6EAA">
        <w:t>ș</w:t>
      </w:r>
      <w:r w:rsidR="00524DEA">
        <w:t xml:space="preserve">ierul </w:t>
      </w:r>
      <w:r w:rsidR="00FD6EAA">
        <w:t>HTML</w:t>
      </w:r>
      <w:r w:rsidR="00524DEA">
        <w:t xml:space="preserve"> sunt pe</w:t>
      </w:r>
      <w:r w:rsidR="00524DEA" w:rsidRPr="00524DEA">
        <w:t xml:space="preserve"> rânduri diferite.</w:t>
      </w:r>
    </w:p>
    <w:p w:rsidR="00524DEA" w:rsidRDefault="00D705D9" w:rsidP="00D705D9">
      <w:pPr>
        <w:pStyle w:val="ListParagraph"/>
      </w:pPr>
      <w:r w:rsidRPr="00D705D9">
        <w:t>Browser</w:t>
      </w:r>
      <w:r w:rsidR="00FD6EAA">
        <w:t>-</w:t>
      </w:r>
      <w:r w:rsidRPr="00D705D9">
        <w:t>ul ignoră spa</w:t>
      </w:r>
      <w:r w:rsidR="00FD6EAA">
        <w:t>ț</w:t>
      </w:r>
      <w:r w:rsidRPr="00D705D9">
        <w:t>iile albe lăsate între elemente, sau în text.</w:t>
      </w:r>
    </w:p>
    <w:p w:rsidR="00807C32" w:rsidRDefault="00807C32" w:rsidP="00D705D9">
      <w:pPr>
        <w:pStyle w:val="ListParagraph"/>
      </w:pPr>
      <w:r>
        <w:t>Prezentare mediu de lucru WebMatrix</w:t>
      </w:r>
      <w:r w:rsidR="00C80F79">
        <w:t>.</w:t>
      </w:r>
    </w:p>
    <w:p w:rsidR="00D705D9" w:rsidRDefault="00D705D9" w:rsidP="002E2DEF"/>
    <w:p w:rsidR="002E2DEF" w:rsidRDefault="002E2DEF" w:rsidP="002E2DEF">
      <w:r>
        <w:rPr>
          <w:b/>
        </w:rPr>
        <w:t>Elemente: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="00CE0661">
        <w:rPr>
          <w:rFonts w:ascii="Consolas" w:eastAsia="Times New Roman" w:hAnsi="Consolas" w:cs="Consolas"/>
          <w:color w:val="823125"/>
          <w:sz w:val="18"/>
          <w:szCs w:val="18"/>
        </w:rPr>
        <w:t>html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... document ...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="00CE0661">
        <w:rPr>
          <w:rFonts w:ascii="Consolas" w:eastAsia="Times New Roman" w:hAnsi="Consolas" w:cs="Consolas"/>
          <w:color w:val="823125"/>
          <w:sz w:val="18"/>
          <w:szCs w:val="18"/>
        </w:rPr>
        <w:t>html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head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... antet ...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head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meta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CF4820"/>
          <w:sz w:val="18"/>
          <w:szCs w:val="18"/>
        </w:rPr>
        <w:t>nume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="valoare"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/&gt;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title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... titlu pagină ...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title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body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... corp pagină ...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body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h1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titlu principal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h1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h2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="0011353E">
        <w:rPr>
          <w:rFonts w:ascii="Consolas" w:eastAsia="Times New Roman" w:hAnsi="Consolas" w:cs="Consolas"/>
          <w:color w:val="000000"/>
          <w:sz w:val="18"/>
          <w:szCs w:val="18"/>
        </w:rPr>
        <w:t>titlu capitol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h2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h3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="0011353E">
        <w:rPr>
          <w:rFonts w:ascii="Consolas" w:eastAsia="Times New Roman" w:hAnsi="Consolas" w:cs="Consolas"/>
          <w:color w:val="000000"/>
          <w:sz w:val="18"/>
          <w:szCs w:val="18"/>
        </w:rPr>
        <w:t>titlu subcapitol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h3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h4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="0011353E">
        <w:rPr>
          <w:rFonts w:ascii="Consolas" w:eastAsia="Times New Roman" w:hAnsi="Consolas" w:cs="Consolas"/>
          <w:color w:val="000000"/>
          <w:sz w:val="18"/>
          <w:szCs w:val="18"/>
        </w:rPr>
        <w:t>titlu subsubcapitol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h4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h5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="0011353E">
        <w:rPr>
          <w:rFonts w:ascii="Consolas" w:eastAsia="Times New Roman" w:hAnsi="Consolas" w:cs="Consolas"/>
          <w:color w:val="000000"/>
          <w:sz w:val="18"/>
          <w:szCs w:val="18"/>
        </w:rPr>
        <w:t>titlu subsubsubcapitol</w:t>
      </w:r>
      <w:r w:rsidR="0011353E" w:rsidRPr="000C07A5">
        <w:rPr>
          <w:rFonts w:ascii="Consolas" w:eastAsia="Times New Roman" w:hAnsi="Consolas" w:cs="Consolas"/>
          <w:color w:val="4F76AC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h5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h6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="0011353E">
        <w:rPr>
          <w:rFonts w:ascii="Consolas" w:eastAsia="Times New Roman" w:hAnsi="Consolas" w:cs="Consolas"/>
          <w:color w:val="000000"/>
          <w:sz w:val="18"/>
          <w:szCs w:val="18"/>
        </w:rPr>
        <w:t>titlu subsubsubsubcapitol</w:t>
      </w:r>
      <w:r w:rsidR="0011353E" w:rsidRPr="000C07A5">
        <w:rPr>
          <w:rFonts w:ascii="Consolas" w:eastAsia="Times New Roman" w:hAnsi="Consolas" w:cs="Consolas"/>
          <w:color w:val="4F76AC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h6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p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... paragraf ...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p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blockquote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... citat lung ...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blockquote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q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... citat scurt ...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q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="004E251A">
        <w:rPr>
          <w:rFonts w:ascii="Consolas" w:eastAsia="Times New Roman" w:hAnsi="Consolas" w:cs="Consolas"/>
          <w:color w:val="000000"/>
          <w:sz w:val="18"/>
          <w:szCs w:val="18"/>
        </w:rPr>
        <w:t xml:space="preserve">Trecere la linie nouă (în interiorul unui paragraf)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br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/&gt;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="004E251A">
        <w:rPr>
          <w:rFonts w:ascii="Consolas" w:eastAsia="Times New Roman" w:hAnsi="Consolas" w:cs="Consolas"/>
          <w:color w:val="000000"/>
          <w:sz w:val="18"/>
          <w:szCs w:val="18"/>
        </w:rPr>
        <w:t xml:space="preserve">Linie orizontală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hr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/&gt;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div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... sec</w:t>
      </w:r>
      <w:r w:rsidR="00FD6EAA">
        <w:rPr>
          <w:rFonts w:ascii="Consolas" w:eastAsia="Times New Roman" w:hAnsi="Consolas" w:cs="Consolas"/>
          <w:color w:val="000000"/>
          <w:sz w:val="18"/>
          <w:szCs w:val="18"/>
        </w:rPr>
        <w:t>ț</w:t>
      </w: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iune de tip bloc ... 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&lt;/</w:t>
      </w:r>
      <w:r w:rsidRPr="000C07A5">
        <w:rPr>
          <w:rFonts w:ascii="Consolas" w:eastAsia="Times New Roman" w:hAnsi="Consolas" w:cs="Consolas"/>
          <w:color w:val="823125"/>
          <w:sz w:val="18"/>
          <w:szCs w:val="18"/>
        </w:rPr>
        <w:t>div</w:t>
      </w:r>
      <w:r w:rsidRPr="000C07A5">
        <w:rPr>
          <w:rFonts w:ascii="Consolas" w:eastAsia="Times New Roman" w:hAnsi="Consolas" w:cs="Consolas"/>
          <w:color w:val="4F76AC"/>
          <w:sz w:val="18"/>
          <w:szCs w:val="18"/>
        </w:rPr>
        <w:t>&gt;</w:t>
      </w:r>
    </w:p>
    <w:p w:rsidR="000C07A5" w:rsidRPr="000C07A5" w:rsidRDefault="000C07A5" w:rsidP="000C07A5">
      <w:pPr>
        <w:numPr>
          <w:ilvl w:val="0"/>
          <w:numId w:val="5"/>
        </w:numPr>
        <w:shd w:val="clear" w:color="auto" w:fill="FFFFFF"/>
        <w:tabs>
          <w:tab w:val="clear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Times New Roman" w:hAnsi="Consolas" w:cs="Consolas"/>
          <w:color w:val="000000"/>
          <w:sz w:val="18"/>
          <w:szCs w:val="18"/>
        </w:rPr>
      </w:pPr>
      <w:r w:rsidRPr="000C07A5">
        <w:rPr>
          <w:rFonts w:ascii="Consolas" w:eastAsia="Times New Roman" w:hAnsi="Consolas" w:cs="Consolas"/>
          <w:color w:val="000000"/>
          <w:sz w:val="18"/>
          <w:szCs w:val="18"/>
        </w:rPr>
        <w:t xml:space="preserve"> </w:t>
      </w:r>
      <w:r w:rsidRPr="000C07A5">
        <w:rPr>
          <w:rFonts w:ascii="Consolas" w:eastAsia="Times New Roman" w:hAnsi="Consolas" w:cs="Consolas"/>
          <w:color w:val="46830D"/>
          <w:sz w:val="18"/>
          <w:szCs w:val="18"/>
        </w:rPr>
        <w:t>&lt;!-- comentariu --&gt;</w:t>
      </w:r>
    </w:p>
    <w:p w:rsidR="00DF5642" w:rsidRDefault="00DF5642" w:rsidP="00DF5642"/>
    <w:p w:rsidR="00DF5642" w:rsidRPr="00DF5642" w:rsidRDefault="00DF5642" w:rsidP="00DF5642">
      <w:pPr>
        <w:rPr>
          <w:b/>
        </w:rPr>
      </w:pPr>
      <w:r>
        <w:rPr>
          <w:b/>
        </w:rPr>
        <w:t>Exerci</w:t>
      </w:r>
      <w:r w:rsidR="00FD6EAA">
        <w:rPr>
          <w:b/>
        </w:rPr>
        <w:t>ț</w:t>
      </w:r>
      <w:r>
        <w:rPr>
          <w:b/>
        </w:rPr>
        <w:t>ii:</w:t>
      </w:r>
    </w:p>
    <w:p w:rsidR="002E2DEF" w:rsidRDefault="00807C32" w:rsidP="000C07A5">
      <w:pPr>
        <w:pStyle w:val="ListParagraph"/>
      </w:pPr>
      <w:r>
        <w:t>Folosi</w:t>
      </w:r>
      <w:r w:rsidR="00FD6EAA">
        <w:t>ț</w:t>
      </w:r>
      <w:r>
        <w:t xml:space="preserve">i toate aceste elemente într-o pagină HTML cu titlul „Test elemente de bază” </w:t>
      </w:r>
      <w:r w:rsidR="00FD6EAA">
        <w:t>ș</w:t>
      </w:r>
      <w:r>
        <w:t>i observa</w:t>
      </w:r>
      <w:r w:rsidR="00FD6EAA">
        <w:t>ț</w:t>
      </w:r>
      <w:r>
        <w:t>i modul în care sunt prezentate de cel pu</w:t>
      </w:r>
      <w:r w:rsidR="00FD6EAA">
        <w:t>ț</w:t>
      </w:r>
      <w:r>
        <w:t>in două browser-e diferite.</w:t>
      </w:r>
    </w:p>
    <w:p w:rsidR="00C80F79" w:rsidRDefault="002D4638" w:rsidP="000C07A5">
      <w:pPr>
        <w:pStyle w:val="ListParagraph"/>
      </w:pPr>
      <w:r>
        <w:t>Concepe</w:t>
      </w:r>
      <w:r w:rsidR="00FD6EAA">
        <w:t>ț</w:t>
      </w:r>
      <w:r>
        <w:t>i a pagină HTML care să con</w:t>
      </w:r>
      <w:r w:rsidR="00FD6EAA">
        <w:t>ț</w:t>
      </w:r>
      <w:r>
        <w:t>ină un scurt curs de HTML cuprinzând explica</w:t>
      </w:r>
      <w:r w:rsidR="00FD6EAA">
        <w:t>ț</w:t>
      </w:r>
      <w:r>
        <w:t>ii despre elementele HTML de mai sus. Folosi</w:t>
      </w:r>
      <w:r w:rsidR="00FD6EAA">
        <w:t>ț</w:t>
      </w:r>
      <w:r>
        <w:t xml:space="preserve">i elementele &lt;h&gt; pentru a preciza care este titlul întregului curs </w:t>
      </w:r>
      <w:r w:rsidR="00FD6EAA">
        <w:t>ș</w:t>
      </w:r>
      <w:r>
        <w:t>i al capitolelor din el.</w:t>
      </w:r>
    </w:p>
    <w:p w:rsidR="002D4638" w:rsidRDefault="002D4638" w:rsidP="000C07A5">
      <w:pPr>
        <w:pStyle w:val="ListParagraph"/>
      </w:pPr>
      <w:r>
        <w:t>Crea</w:t>
      </w:r>
      <w:r w:rsidR="00FD6EAA">
        <w:t>ț</w:t>
      </w:r>
      <w:r>
        <w:t>i un site cu informa</w:t>
      </w:r>
      <w:r w:rsidR="00FD6EAA">
        <w:t>ț</w:t>
      </w:r>
      <w:r>
        <w:t>ii despre voi. Folosi</w:t>
      </w:r>
      <w:r w:rsidR="00FD6EAA">
        <w:t>ț</w:t>
      </w:r>
      <w:r>
        <w:t>i elementele HTML prezentate pentru a organiza con</w:t>
      </w:r>
      <w:r w:rsidR="00FD6EAA">
        <w:t>ț</w:t>
      </w:r>
      <w:r>
        <w:t>inutul în sec</w:t>
      </w:r>
      <w:r w:rsidR="00FD6EAA">
        <w:t>ț</w:t>
      </w:r>
      <w:r>
        <w:t>iuni, pentru a include citatele preferate etc.</w:t>
      </w:r>
    </w:p>
    <w:p w:rsidR="002D4638" w:rsidRPr="002E2DEF" w:rsidRDefault="002D4638" w:rsidP="003B17A6">
      <w:pPr>
        <w:pStyle w:val="ListParagraph"/>
        <w:numPr>
          <w:ilvl w:val="0"/>
          <w:numId w:val="0"/>
        </w:numPr>
      </w:pPr>
    </w:p>
    <w:sectPr w:rsidR="002D4638" w:rsidRPr="002E2DEF" w:rsidSect="004F11FB">
      <w:headerReference w:type="default" r:id="rId8"/>
      <w:footerReference w:type="default" r:id="rId9"/>
      <w:pgSz w:w="11906" w:h="16838" w:code="9"/>
      <w:pgMar w:top="1134" w:right="1134" w:bottom="1134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25F" w:rsidRDefault="0056025F" w:rsidP="004F11FB">
      <w:pPr>
        <w:spacing w:before="0" w:after="0"/>
      </w:pPr>
      <w:r>
        <w:separator/>
      </w:r>
    </w:p>
  </w:endnote>
  <w:endnote w:type="continuationSeparator" w:id="0">
    <w:p w:rsidR="0056025F" w:rsidRDefault="0056025F" w:rsidP="004F11F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FC6F6A">
    <w:pPr>
      <w:pStyle w:val="Footer"/>
      <w:rPr>
        <w:i/>
        <w:color w:val="808080" w:themeColor="background1" w:themeShade="80"/>
      </w:rPr>
    </w:pPr>
    <w:r w:rsidRPr="00FC6F6A">
      <w:rPr>
        <w:i/>
        <w:noProof/>
        <w:color w:val="808080" w:themeColor="background1" w:themeShade="80"/>
      </w:rPr>
      <w:pict>
        <v:line id="Straight Connector 2" o:spid="_x0000_s2049" style="position:absolute;left:0;text-align:left;z-index:251661312;visibility:visible" from="2.3pt,-1.6pt" to="449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" strokecolor="#7f7f7f" strokeweight=".5pt"/>
      </w:pict>
    </w:r>
    <w:r w:rsidR="004F11FB" w:rsidRPr="007C0A95">
      <w:rPr>
        <w:i/>
        <w:color w:val="808080" w:themeColor="background1" w:themeShade="80"/>
      </w:rPr>
      <w:tab/>
    </w:r>
    <w:r w:rsidR="004F11FB" w:rsidRPr="007C0A95">
      <w:rPr>
        <w:i/>
        <w:color w:val="808080" w:themeColor="background1" w:themeShade="80"/>
      </w:rPr>
      <w:t xml:space="preserve">Pagina </w:t>
    </w:r>
    <w:r w:rsidRPr="007C0A95">
      <w:rPr>
        <w:i/>
        <w:color w:val="808080" w:themeColor="background1" w:themeShade="80"/>
      </w:rPr>
      <w:fldChar w:fldCharType="begin"/>
    </w:r>
    <w:r w:rsidR="004F11FB" w:rsidRPr="007C0A95">
      <w:rPr>
        <w:i/>
        <w:color w:val="808080" w:themeColor="background1" w:themeShade="80"/>
      </w:rPr>
      <w:instrText xml:space="preserve"> PAGE   \* MERGEFORMAT </w:instrText>
    </w:r>
    <w:r w:rsidRPr="007C0A95">
      <w:rPr>
        <w:i/>
        <w:color w:val="808080" w:themeColor="background1" w:themeShade="80"/>
      </w:rPr>
      <w:fldChar w:fldCharType="separate"/>
    </w:r>
    <w:r w:rsidR="003B17A6">
      <w:rPr>
        <w:i/>
        <w:noProof/>
        <w:color w:val="808080" w:themeColor="background1" w:themeShade="80"/>
      </w:rPr>
      <w:t>1</w:t>
    </w:r>
    <w:r w:rsidRPr="007C0A95">
      <w:rPr>
        <w:i/>
        <w:noProof/>
        <w:color w:val="808080" w:themeColor="background1" w:themeShade="80"/>
      </w:rPr>
      <w:fldChar w:fldCharType="end"/>
    </w:r>
    <w:r w:rsidR="004F11FB" w:rsidRPr="007C0A95">
      <w:rPr>
        <w:i/>
        <w:noProof/>
        <w:color w:val="808080" w:themeColor="background1" w:themeShade="80"/>
      </w:rPr>
      <w:t xml:space="preserve"> din </w:t>
    </w:r>
    <w:fldSimple w:instr=" NUMPAGES  \* Arabic  \* MERGEFORMAT ">
      <w:r w:rsidR="003B17A6" w:rsidRPr="003B17A6">
        <w:rPr>
          <w:i/>
          <w:noProof/>
          <w:color w:val="808080" w:themeColor="background1" w:themeShade="8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25F" w:rsidRDefault="0056025F" w:rsidP="004F11FB">
      <w:pPr>
        <w:spacing w:before="0" w:after="0"/>
      </w:pPr>
      <w:r>
        <w:separator/>
      </w:r>
    </w:p>
  </w:footnote>
  <w:footnote w:type="continuationSeparator" w:id="0">
    <w:p w:rsidR="0056025F" w:rsidRDefault="0056025F" w:rsidP="004F11F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FB" w:rsidRPr="007C0A95" w:rsidRDefault="00FC6F6A" w:rsidP="00FD3506">
    <w:pPr>
      <w:pStyle w:val="Header"/>
      <w:jc w:val="center"/>
      <w:rPr>
        <w:i/>
        <w:color w:val="808080" w:themeColor="background1" w:themeShade="80"/>
      </w:rPr>
    </w:pPr>
    <w:r w:rsidRPr="00FC6F6A">
      <w:rPr>
        <w:i/>
        <w:noProof/>
        <w:color w:val="808080" w:themeColor="background1" w:themeShade="80"/>
      </w:rPr>
      <w:pict>
        <v:line id="Straight Connector 1" o:spid="_x0000_s2050" style="position:absolute;left:0;text-align:left;z-index:251659264;visibility:visible" from="4.05pt,13.2pt" to="451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" strokecolor="#7f7f7f [1612]" strokeweight=".5pt"/>
      </w:pict>
    </w:r>
    <w:r w:rsidR="004F11FB" w:rsidRPr="007C0A95">
      <w:rPr>
        <w:i/>
        <w:color w:val="808080" w:themeColor="background1" w:themeShade="80"/>
      </w:rPr>
      <w:t>Fișe de lucru laborator, clasa a X</w:t>
    </w:r>
    <w:r w:rsidR="00D135DA">
      <w:rPr>
        <w:i/>
        <w:color w:val="808080" w:themeColor="background1" w:themeShade="80"/>
      </w:rPr>
      <w:t>II</w:t>
    </w:r>
    <w:r w:rsidR="004F11FB" w:rsidRPr="007C0A95">
      <w:rPr>
        <w:i/>
        <w:color w:val="808080" w:themeColor="background1" w:themeShade="80"/>
      </w:rPr>
      <w:t>-a, profil real, specializarea matematică-informatică, intensiv informatică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B333C"/>
    <w:multiLevelType w:val="hybridMultilevel"/>
    <w:tmpl w:val="B0C03B54"/>
    <w:lvl w:ilvl="0" w:tplc="5794562E">
      <w:numFmt w:val="bullet"/>
      <w:lvlText w:val="-"/>
      <w:lvlJc w:val="left"/>
      <w:pPr>
        <w:ind w:left="720" w:hanging="360"/>
      </w:pPr>
      <w:rPr>
        <w:rFonts w:ascii="Consolas" w:eastAsiaTheme="minorEastAsia" w:hAnsi="Consolas" w:cs="Consola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30F4"/>
    <w:multiLevelType w:val="hybridMultilevel"/>
    <w:tmpl w:val="5C8E2E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67FB0"/>
    <w:multiLevelType w:val="hybridMultilevel"/>
    <w:tmpl w:val="C6203E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37B24"/>
    <w:multiLevelType w:val="hybridMultilevel"/>
    <w:tmpl w:val="F3A82A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05BB2"/>
    <w:multiLevelType w:val="hybridMultilevel"/>
    <w:tmpl w:val="92E4BB10"/>
    <w:lvl w:ilvl="0" w:tplc="C756AF82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2099A"/>
    <w:multiLevelType w:val="hybridMultilevel"/>
    <w:tmpl w:val="FAFA0298"/>
    <w:lvl w:ilvl="0" w:tplc="F11A096E">
      <w:start w:val="1"/>
      <w:numFmt w:val="decimal"/>
      <w:pStyle w:val="ListParagraph"/>
      <w:suff w:val="space"/>
      <w:lvlText w:val="%1."/>
      <w:lvlJc w:val="left"/>
      <w:pPr>
        <w:ind w:left="0" w:firstLine="0"/>
      </w:pPr>
      <w:rPr>
        <w:rFonts w:ascii="Calibri" w:hAnsi="Calibri" w:hint="default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C1B0D"/>
    <w:multiLevelType w:val="hybridMultilevel"/>
    <w:tmpl w:val="EABE3F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05E4F"/>
    <w:multiLevelType w:val="hybridMultilevel"/>
    <w:tmpl w:val="F1586460"/>
    <w:lvl w:ilvl="0" w:tplc="05FCDB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5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F1B54"/>
    <w:rsid w:val="000059DB"/>
    <w:rsid w:val="00064F04"/>
    <w:rsid w:val="0007470F"/>
    <w:rsid w:val="00075268"/>
    <w:rsid w:val="0007788B"/>
    <w:rsid w:val="00083ED2"/>
    <w:rsid w:val="000C07A5"/>
    <w:rsid w:val="000D026A"/>
    <w:rsid w:val="000E692B"/>
    <w:rsid w:val="000F1B54"/>
    <w:rsid w:val="001015B6"/>
    <w:rsid w:val="00111F36"/>
    <w:rsid w:val="0011353E"/>
    <w:rsid w:val="00122F72"/>
    <w:rsid w:val="00142752"/>
    <w:rsid w:val="00143CD3"/>
    <w:rsid w:val="0015669D"/>
    <w:rsid w:val="001630B9"/>
    <w:rsid w:val="00170DBD"/>
    <w:rsid w:val="001B57CF"/>
    <w:rsid w:val="001C7DEC"/>
    <w:rsid w:val="00212844"/>
    <w:rsid w:val="002341BB"/>
    <w:rsid w:val="00240A02"/>
    <w:rsid w:val="00253247"/>
    <w:rsid w:val="002633AC"/>
    <w:rsid w:val="00265E34"/>
    <w:rsid w:val="00266B0E"/>
    <w:rsid w:val="002A02D8"/>
    <w:rsid w:val="002C4C32"/>
    <w:rsid w:val="002D4638"/>
    <w:rsid w:val="002E1AD6"/>
    <w:rsid w:val="002E2DEF"/>
    <w:rsid w:val="002F7D0E"/>
    <w:rsid w:val="00363B17"/>
    <w:rsid w:val="0036456E"/>
    <w:rsid w:val="003B17A6"/>
    <w:rsid w:val="003C1319"/>
    <w:rsid w:val="003D3DE6"/>
    <w:rsid w:val="003F1A52"/>
    <w:rsid w:val="004321C6"/>
    <w:rsid w:val="0044256B"/>
    <w:rsid w:val="004532BE"/>
    <w:rsid w:val="00490899"/>
    <w:rsid w:val="00495C4A"/>
    <w:rsid w:val="004B0C83"/>
    <w:rsid w:val="004E251A"/>
    <w:rsid w:val="004E606E"/>
    <w:rsid w:val="004F11FB"/>
    <w:rsid w:val="00524DEA"/>
    <w:rsid w:val="0053285D"/>
    <w:rsid w:val="0056025F"/>
    <w:rsid w:val="00581701"/>
    <w:rsid w:val="005C1D5F"/>
    <w:rsid w:val="005C31D3"/>
    <w:rsid w:val="005D039C"/>
    <w:rsid w:val="005F5D3F"/>
    <w:rsid w:val="0061006A"/>
    <w:rsid w:val="00612BEC"/>
    <w:rsid w:val="00622D03"/>
    <w:rsid w:val="006246EF"/>
    <w:rsid w:val="006528DD"/>
    <w:rsid w:val="006625B9"/>
    <w:rsid w:val="006A197F"/>
    <w:rsid w:val="006A76E1"/>
    <w:rsid w:val="00745CEF"/>
    <w:rsid w:val="00757CF0"/>
    <w:rsid w:val="0077493B"/>
    <w:rsid w:val="007A4EFF"/>
    <w:rsid w:val="007A76D1"/>
    <w:rsid w:val="007C0A95"/>
    <w:rsid w:val="007D18B4"/>
    <w:rsid w:val="007D4DB9"/>
    <w:rsid w:val="007D5DEF"/>
    <w:rsid w:val="007E3620"/>
    <w:rsid w:val="007E4030"/>
    <w:rsid w:val="007E4DBE"/>
    <w:rsid w:val="007F321A"/>
    <w:rsid w:val="00807C32"/>
    <w:rsid w:val="00821FC0"/>
    <w:rsid w:val="0082545A"/>
    <w:rsid w:val="00861913"/>
    <w:rsid w:val="00870ED6"/>
    <w:rsid w:val="00885E9B"/>
    <w:rsid w:val="008924CD"/>
    <w:rsid w:val="008C027A"/>
    <w:rsid w:val="008C6307"/>
    <w:rsid w:val="00915583"/>
    <w:rsid w:val="00955494"/>
    <w:rsid w:val="00971FE5"/>
    <w:rsid w:val="009C60B6"/>
    <w:rsid w:val="009F1813"/>
    <w:rsid w:val="009F6E1A"/>
    <w:rsid w:val="00A4714E"/>
    <w:rsid w:val="00B00685"/>
    <w:rsid w:val="00B12812"/>
    <w:rsid w:val="00B21BE1"/>
    <w:rsid w:val="00B2750C"/>
    <w:rsid w:val="00B53ECF"/>
    <w:rsid w:val="00B56B5F"/>
    <w:rsid w:val="00BD6375"/>
    <w:rsid w:val="00BE34F9"/>
    <w:rsid w:val="00BE50D2"/>
    <w:rsid w:val="00C169B5"/>
    <w:rsid w:val="00C67F4A"/>
    <w:rsid w:val="00C80F79"/>
    <w:rsid w:val="00CB1A09"/>
    <w:rsid w:val="00CB6129"/>
    <w:rsid w:val="00CB7FC6"/>
    <w:rsid w:val="00CD24B4"/>
    <w:rsid w:val="00CD32E5"/>
    <w:rsid w:val="00CD59E6"/>
    <w:rsid w:val="00CE0661"/>
    <w:rsid w:val="00D043CF"/>
    <w:rsid w:val="00D05988"/>
    <w:rsid w:val="00D10C00"/>
    <w:rsid w:val="00D135DA"/>
    <w:rsid w:val="00D2732D"/>
    <w:rsid w:val="00D347BD"/>
    <w:rsid w:val="00D66572"/>
    <w:rsid w:val="00D705D9"/>
    <w:rsid w:val="00D744D0"/>
    <w:rsid w:val="00DA6016"/>
    <w:rsid w:val="00DC2458"/>
    <w:rsid w:val="00DC7A4D"/>
    <w:rsid w:val="00DF5642"/>
    <w:rsid w:val="00E46F1B"/>
    <w:rsid w:val="00E57C6B"/>
    <w:rsid w:val="00E7025B"/>
    <w:rsid w:val="00E7131C"/>
    <w:rsid w:val="00EA163C"/>
    <w:rsid w:val="00EB7EDB"/>
    <w:rsid w:val="00F00FFF"/>
    <w:rsid w:val="00F02E92"/>
    <w:rsid w:val="00F35C0A"/>
    <w:rsid w:val="00F63C4A"/>
    <w:rsid w:val="00F7656A"/>
    <w:rsid w:val="00F97070"/>
    <w:rsid w:val="00FC5ED1"/>
    <w:rsid w:val="00FC6F6A"/>
    <w:rsid w:val="00FD3506"/>
    <w:rsid w:val="00FD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D10C00"/>
    <w:pPr>
      <w:numPr>
        <w:numId w:val="5"/>
      </w:numPr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1B57C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039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1FB"/>
    <w:pPr>
      <w:tabs>
        <w:tab w:val="left" w:pos="851"/>
      </w:tabs>
      <w:spacing w:before="60" w:after="60" w:line="240" w:lineRule="auto"/>
      <w:jc w:val="both"/>
    </w:pPr>
    <w:rPr>
      <w:rFonts w:ascii="Calibri" w:eastAsiaTheme="minorEastAsia" w:hAnsi="Calibri" w:cs="Times New Roman"/>
      <w:sz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1FB"/>
    <w:pPr>
      <w:keepNext/>
      <w:keepLines/>
      <w:spacing w:before="180" w:after="360"/>
      <w:contextualSpacing/>
      <w:jc w:val="center"/>
      <w:outlineLvl w:val="0"/>
    </w:pPr>
    <w:rPr>
      <w:rFonts w:ascii="Cambria" w:eastAsiaTheme="majorEastAsia" w:hAnsi="Cambria" w:cstheme="majorBidi"/>
      <w:b/>
      <w:bCs/>
      <w:color w:val="244061" w:themeColor="accent1" w:themeShade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4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Nod">
    <w:name w:val="NrNod"/>
    <w:basedOn w:val="ListParagraph"/>
    <w:link w:val="NrNodChar"/>
    <w:rsid w:val="002633AC"/>
    <w:pPr>
      <w:spacing w:after="0"/>
      <w:ind w:left="360" w:hanging="360"/>
      <w:jc w:val="center"/>
    </w:pPr>
    <w:rPr>
      <w:sz w:val="18"/>
    </w:rPr>
  </w:style>
  <w:style w:type="character" w:customStyle="1" w:styleId="NrNodChar">
    <w:name w:val="NrNod Char"/>
    <w:basedOn w:val="DefaultParagraphFont"/>
    <w:link w:val="NrNod"/>
    <w:rsid w:val="002633AC"/>
    <w:rPr>
      <w:rFonts w:ascii="Calibri" w:hAnsi="Calibri"/>
      <w:sz w:val="18"/>
    </w:rPr>
  </w:style>
  <w:style w:type="paragraph" w:styleId="ListParagraph">
    <w:name w:val="List Paragraph"/>
    <w:basedOn w:val="Normal"/>
    <w:uiPriority w:val="34"/>
    <w:qFormat/>
    <w:rsid w:val="002633AC"/>
    <w:pPr>
      <w:ind w:left="720"/>
      <w:contextualSpacing/>
    </w:pPr>
  </w:style>
  <w:style w:type="paragraph" w:customStyle="1" w:styleId="Titlu31">
    <w:name w:val="Titlu 31"/>
    <w:basedOn w:val="Normal"/>
    <w:next w:val="Heading3"/>
    <w:qFormat/>
    <w:rsid w:val="0082545A"/>
    <w:pPr>
      <w:tabs>
        <w:tab w:val="clear" w:pos="851"/>
      </w:tabs>
      <w:spacing w:before="100" w:beforeAutospacing="1" w:after="100" w:afterAutospacing="1" w:line="276" w:lineRule="auto"/>
    </w:pPr>
    <w:rPr>
      <w:rFonts w:ascii="Times New Roman" w:hAnsi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45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F11FB"/>
    <w:rPr>
      <w:rFonts w:ascii="Cambria" w:eastAsiaTheme="majorEastAsia" w:hAnsi="Cambria" w:cstheme="majorBidi"/>
      <w:b/>
      <w:bCs/>
      <w:color w:val="244061" w:themeColor="accent1" w:themeShade="80"/>
      <w:sz w:val="28"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4F11FB"/>
    <w:pPr>
      <w:tabs>
        <w:tab w:val="clear" w:pos="851"/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F11FB"/>
    <w:rPr>
      <w:rFonts w:ascii="Calibri" w:eastAsiaTheme="minorEastAsia" w:hAnsi="Calibri" w:cs="Times New Roman"/>
      <w:sz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D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DE6"/>
    <w:rPr>
      <w:rFonts w:ascii="Segoe UI" w:eastAsiaTheme="minorEastAsia" w:hAnsi="Segoe UI" w:cs="Segoe UI"/>
      <w:sz w:val="18"/>
      <w:szCs w:val="18"/>
      <w:lang w:eastAsia="ro-RO"/>
    </w:rPr>
  </w:style>
  <w:style w:type="table" w:styleId="TableGrid">
    <w:name w:val="Table Grid"/>
    <w:basedOn w:val="TableNormal"/>
    <w:uiPriority w:val="59"/>
    <w:rsid w:val="000D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D0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2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26A"/>
    <w:rPr>
      <w:rFonts w:ascii="Calibri" w:eastAsiaTheme="minorEastAsia" w:hAnsi="Calibri" w:cs="Times New Roman"/>
      <w:sz w:val="20"/>
      <w:szCs w:val="20"/>
      <w:lang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26A"/>
    <w:rPr>
      <w:rFonts w:ascii="Calibri" w:eastAsiaTheme="minorEastAsia" w:hAnsi="Calibri" w:cs="Times New Roman"/>
      <w:b/>
      <w:bCs/>
      <w:sz w:val="20"/>
      <w:szCs w:val="20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am_000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0E867F6-FDDD-422C-942A-06CFE06CA171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tao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user</cp:lastModifiedBy>
  <cp:revision>3</cp:revision>
  <cp:lastPrinted>2013-10-02T19:27:00Z</cp:lastPrinted>
  <dcterms:created xsi:type="dcterms:W3CDTF">2016-10-02T21:42:00Z</dcterms:created>
  <dcterms:modified xsi:type="dcterms:W3CDTF">2016-10-02T21:42:00Z</dcterms:modified>
</cp:coreProperties>
</file>